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493" w:rsidRPr="0006322C" w:rsidRDefault="00B84493" w:rsidP="00AC0571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sz w:val="28"/>
          <w:szCs w:val="28"/>
          <w:u w:val="single"/>
        </w:rPr>
      </w:pPr>
      <w:r w:rsidRPr="0006322C">
        <w:rPr>
          <w:rFonts w:ascii="Calibri" w:hAnsi="Calibri"/>
          <w:b/>
          <w:sz w:val="28"/>
          <w:szCs w:val="28"/>
          <w:u w:val="single"/>
        </w:rPr>
        <w:t xml:space="preserve">ALLEGATO </w:t>
      </w:r>
      <w:r>
        <w:rPr>
          <w:rFonts w:ascii="Calibri" w:hAnsi="Calibri"/>
          <w:b/>
          <w:sz w:val="28"/>
          <w:szCs w:val="28"/>
          <w:u w:val="single"/>
        </w:rPr>
        <w:t>E</w:t>
      </w:r>
      <w:r w:rsidRPr="0006322C">
        <w:rPr>
          <w:rFonts w:ascii="Calibri" w:hAnsi="Calibri"/>
          <w:b/>
          <w:sz w:val="28"/>
          <w:szCs w:val="28"/>
        </w:rPr>
        <w:t xml:space="preserve"> – </w:t>
      </w:r>
      <w:r w:rsidRPr="0006322C">
        <w:rPr>
          <w:rFonts w:ascii="Calibri" w:hAnsi="Calibri"/>
          <w:b/>
          <w:sz w:val="28"/>
          <w:szCs w:val="28"/>
          <w:u w:val="single"/>
        </w:rPr>
        <w:t>PROPOSTA DI PROGRAMMA DI STAGE</w:t>
      </w:r>
    </w:p>
    <w:p w:rsidR="00B84493" w:rsidRDefault="00B84493" w:rsidP="00F41B3E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4"/>
          <w:lang w:val="en-GB"/>
        </w:rPr>
      </w:pPr>
    </w:p>
    <w:p w:rsidR="00B84493" w:rsidRPr="00F41B3E" w:rsidRDefault="00B84493" w:rsidP="00F41B3E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4"/>
          <w:lang w:val="en-GB"/>
        </w:rPr>
      </w:pPr>
      <w:r w:rsidRPr="007F1F24">
        <w:rPr>
          <w:rFonts w:ascii="Calibri" w:hAnsi="Calibri"/>
          <w:sz w:val="24"/>
          <w:lang w:val="en-GB"/>
        </w:rPr>
        <w:t>RIAPERTURA BANDO</w:t>
      </w:r>
      <w:r>
        <w:rPr>
          <w:rFonts w:ascii="Calibri" w:hAnsi="Calibri"/>
          <w:sz w:val="24"/>
          <w:lang w:val="en-GB"/>
        </w:rPr>
        <w:t xml:space="preserve"> – BORSE RESIDUE</w:t>
      </w:r>
    </w:p>
    <w:p w:rsidR="00B84493" w:rsidRDefault="00B84493" w:rsidP="00AC0571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4"/>
        </w:rPr>
      </w:pPr>
      <w:r w:rsidRPr="0006322C">
        <w:rPr>
          <w:rFonts w:ascii="Calibri" w:hAnsi="Calibri"/>
          <w:sz w:val="24"/>
        </w:rPr>
        <w:t xml:space="preserve">PROGRAMMA SETTORIALE LEONARDO DA VINCI </w:t>
      </w:r>
    </w:p>
    <w:p w:rsidR="00B84493" w:rsidRPr="0046690E" w:rsidRDefault="00B84493" w:rsidP="00997D40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  <w:sz w:val="24"/>
        </w:rPr>
      </w:pPr>
      <w:r w:rsidRPr="0046690E">
        <w:rPr>
          <w:rFonts w:ascii="Calibri" w:hAnsi="Calibri" w:cs="Arial"/>
          <w:sz w:val="24"/>
        </w:rPr>
        <w:t>Progetto n. 2012-1-IT-1-LEO02-02485</w:t>
      </w:r>
    </w:p>
    <w:p w:rsidR="00B84493" w:rsidRPr="00997D40" w:rsidRDefault="00B84493" w:rsidP="00997D40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  <w:i/>
          <w:sz w:val="24"/>
          <w:lang w:val="en-GB"/>
        </w:rPr>
      </w:pPr>
      <w:r w:rsidRPr="00997D40">
        <w:rPr>
          <w:rFonts w:ascii="Calibri" w:hAnsi="Calibri" w:cs="Arial"/>
          <w:i/>
          <w:sz w:val="24"/>
          <w:lang w:val="en-GB"/>
        </w:rPr>
        <w:t xml:space="preserve">“BIO- SKILLS IN MOTION SAVE THE WORLD” – EARTH </w:t>
      </w:r>
    </w:p>
    <w:p w:rsidR="00B84493" w:rsidRDefault="00B84493" w:rsidP="00AC0571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4"/>
          <w:lang w:val="en-GB"/>
        </w:rPr>
      </w:pPr>
      <w:r>
        <w:rPr>
          <w:rFonts w:ascii="Calibri" w:hAnsi="Calibri"/>
          <w:sz w:val="24"/>
          <w:lang w:val="en-GB"/>
        </w:rPr>
        <w:t xml:space="preserve"> </w:t>
      </w:r>
    </w:p>
    <w:p w:rsidR="00B84493" w:rsidRPr="0058482A" w:rsidRDefault="00B84493" w:rsidP="00AC0571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4"/>
          <w:lang w:val="en-GB"/>
        </w:rPr>
      </w:pPr>
    </w:p>
    <w:p w:rsidR="00B84493" w:rsidRPr="008B7C9A" w:rsidRDefault="00B84493" w:rsidP="00AC0571">
      <w:pPr>
        <w:rPr>
          <w:rFonts w:ascii="Verdana" w:hAnsi="Verdana"/>
          <w:i/>
          <w:sz w:val="18"/>
          <w:szCs w:val="18"/>
        </w:rPr>
      </w:pPr>
      <w:r w:rsidRPr="008B7C9A">
        <w:rPr>
          <w:rFonts w:ascii="Verdana" w:hAnsi="Verdana"/>
          <w:i/>
          <w:sz w:val="18"/>
          <w:szCs w:val="18"/>
        </w:rPr>
        <w:t>(si prega di scrivere a macchina o in stampatello)</w:t>
      </w:r>
    </w:p>
    <w:p w:rsidR="00B84493" w:rsidRPr="008B7C9A" w:rsidRDefault="00B84493" w:rsidP="00AC0571">
      <w:pPr>
        <w:spacing w:line="240" w:lineRule="atLeast"/>
        <w:jc w:val="both"/>
        <w:rPr>
          <w:rFonts w:ascii="Verdana" w:hAnsi="Verdana"/>
        </w:rPr>
      </w:pPr>
    </w:p>
    <w:p w:rsidR="00B84493" w:rsidRDefault="00B84493" w:rsidP="00AC0571">
      <w:pPr>
        <w:spacing w:line="240" w:lineRule="atLeast"/>
        <w:jc w:val="both"/>
      </w:pPr>
      <w:r>
        <w:t xml:space="preserve">Cognome </w:t>
      </w:r>
      <w:r w:rsidRPr="008B7C9A">
        <w:t xml:space="preserve"> ____________________________</w:t>
      </w:r>
      <w:r>
        <w:t xml:space="preserve">Nome </w:t>
      </w:r>
      <w:r w:rsidRPr="008B7C9A">
        <w:t>___________________________________________</w:t>
      </w:r>
      <w:r w:rsidRPr="008B7C9A">
        <w:br/>
      </w:r>
    </w:p>
    <w:p w:rsidR="00B84493" w:rsidRPr="008B7C9A" w:rsidRDefault="00B84493" w:rsidP="00AC0571">
      <w:pPr>
        <w:spacing w:line="240" w:lineRule="atLeast"/>
        <w:jc w:val="both"/>
      </w:pPr>
      <w:r w:rsidRPr="008B7C9A">
        <w:t>di cittadinanza_</w:t>
      </w:r>
      <w:r>
        <w:t>__________________________ nato/a</w:t>
      </w:r>
      <w:r w:rsidRPr="008B7C9A">
        <w:t xml:space="preserve"> il ___________ a ___________________________</w:t>
      </w:r>
      <w:r>
        <w:t>_</w:t>
      </w:r>
    </w:p>
    <w:p w:rsidR="00B84493" w:rsidRPr="008B7C9A" w:rsidRDefault="00B84493" w:rsidP="00AC0571">
      <w:pPr>
        <w:spacing w:line="360" w:lineRule="atLeast"/>
        <w:jc w:val="both"/>
      </w:pPr>
      <w:r w:rsidRPr="008B7C9A">
        <w:t>residente in via _____________________________________ n. _____ città _________________________</w:t>
      </w:r>
      <w:r>
        <w:t>_</w:t>
      </w:r>
    </w:p>
    <w:p w:rsidR="00B84493" w:rsidRPr="008B7C9A" w:rsidRDefault="00B84493" w:rsidP="00AC0571">
      <w:pPr>
        <w:spacing w:line="360" w:lineRule="atLeast"/>
        <w:jc w:val="both"/>
      </w:pPr>
      <w:r w:rsidRPr="008B7C9A">
        <w:t>CAP _____________ tel. _______________________ tel. Cellulare _______________________________</w:t>
      </w:r>
      <w:r>
        <w:t>__</w:t>
      </w:r>
    </w:p>
    <w:p w:rsidR="00B84493" w:rsidRPr="008B7C9A" w:rsidRDefault="00B84493" w:rsidP="00AC0571">
      <w:pPr>
        <w:spacing w:line="360" w:lineRule="atLeast"/>
        <w:jc w:val="both"/>
      </w:pPr>
      <w:r w:rsidRPr="008B7C9A">
        <w:t>codice fiscale____________________________________________________________________________</w:t>
      </w:r>
      <w:r>
        <w:t>_</w:t>
      </w:r>
    </w:p>
    <w:p w:rsidR="00B84493" w:rsidRPr="008B7C9A" w:rsidRDefault="00B84493" w:rsidP="00AC0571">
      <w:pPr>
        <w:spacing w:line="360" w:lineRule="atLeast"/>
        <w:jc w:val="both"/>
      </w:pPr>
      <w:r w:rsidRPr="008B7C9A">
        <w:t>e-mail__________________________________________________________________________________</w:t>
      </w:r>
    </w:p>
    <w:p w:rsidR="00B84493" w:rsidRDefault="00B84493" w:rsidP="00AC0571">
      <w:pPr>
        <w:spacing w:line="360" w:lineRule="atLeast"/>
      </w:pPr>
      <w:r w:rsidRPr="008B7C9A">
        <w:t>indirizzo diverso da quello di residenza (</w:t>
      </w:r>
      <w:r w:rsidRPr="008B7C9A">
        <w:rPr>
          <w:i/>
          <w:sz w:val="18"/>
          <w:szCs w:val="18"/>
        </w:rPr>
        <w:t>per eventuali comunicazioni</w:t>
      </w:r>
      <w:r w:rsidRPr="008B7C9A">
        <w:t xml:space="preserve">) </w:t>
      </w:r>
    </w:p>
    <w:p w:rsidR="00B84493" w:rsidRDefault="00B84493" w:rsidP="00AC0571">
      <w:pPr>
        <w:spacing w:line="360" w:lineRule="atLeast"/>
      </w:pPr>
      <w:r w:rsidRPr="008B7C9A">
        <w:t>via_____________________________n._____città____________________tel________________________</w:t>
      </w:r>
    </w:p>
    <w:p w:rsidR="00B84493" w:rsidRDefault="00B84493" w:rsidP="00AC0571">
      <w:pPr>
        <w:spacing w:line="360" w:lineRule="atLeast"/>
      </w:pPr>
    </w:p>
    <w:p w:rsidR="00B84493" w:rsidRDefault="00B84493" w:rsidP="00AC0571">
      <w:pPr>
        <w:spacing w:line="360" w:lineRule="atLeast"/>
      </w:pPr>
    </w:p>
    <w:p w:rsidR="00B84493" w:rsidRPr="008B7C9A" w:rsidRDefault="00B84493" w:rsidP="00AC0571">
      <w:pPr>
        <w:spacing w:line="360" w:lineRule="atLeast"/>
      </w:pPr>
    </w:p>
    <w:p w:rsidR="00B84493" w:rsidRDefault="00B84493">
      <w:r w:rsidRPr="00AC0571">
        <w:rPr>
          <w:smallCaps/>
        </w:rPr>
        <w:t xml:space="preserve">PROPOSTA DI STAGE </w:t>
      </w:r>
      <w:r>
        <w:t>(Max una pagina)</w:t>
      </w:r>
    </w:p>
    <w:p w:rsidR="00B84493" w:rsidRDefault="00B84493"/>
    <w:p w:rsidR="00B84493" w:rsidRDefault="00B84493"/>
    <w:p w:rsidR="00B84493" w:rsidRDefault="00B84493"/>
    <w:p w:rsidR="00B84493" w:rsidRDefault="00B84493"/>
    <w:p w:rsidR="00B84493" w:rsidRDefault="00B84493"/>
    <w:p w:rsidR="00B84493" w:rsidRDefault="00B84493"/>
    <w:p w:rsidR="00B84493" w:rsidRDefault="00B84493"/>
    <w:p w:rsidR="00B84493" w:rsidRDefault="00B84493"/>
    <w:p w:rsidR="00B84493" w:rsidRDefault="00B84493"/>
    <w:p w:rsidR="00B84493" w:rsidRDefault="00B84493"/>
    <w:p w:rsidR="00B84493" w:rsidRDefault="00B84493"/>
    <w:p w:rsidR="00B84493" w:rsidRDefault="00B84493"/>
    <w:p w:rsidR="00B84493" w:rsidRPr="00AC0571" w:rsidRDefault="00B84493" w:rsidP="00AC0571">
      <w:pPr>
        <w:spacing w:line="240" w:lineRule="auto"/>
        <w:contextualSpacing/>
        <w:rPr>
          <w:smallCaps/>
        </w:rPr>
      </w:pPr>
    </w:p>
    <w:p w:rsidR="00B84493" w:rsidRPr="00AC0571" w:rsidRDefault="00B84493" w:rsidP="00AC0571">
      <w:pPr>
        <w:autoSpaceDE w:val="0"/>
        <w:autoSpaceDN w:val="0"/>
        <w:adjustRightInd w:val="0"/>
        <w:spacing w:line="240" w:lineRule="auto"/>
        <w:contextualSpacing/>
        <w:rPr>
          <w:rFonts w:ascii="Verdana" w:hAnsi="Verdana" w:cs="Verdana"/>
          <w:smallCaps/>
          <w:color w:val="000000"/>
          <w:sz w:val="20"/>
          <w:szCs w:val="20"/>
        </w:rPr>
      </w:pPr>
      <w:r w:rsidRPr="00AC0571">
        <w:rPr>
          <w:rFonts w:ascii="Verdana" w:hAnsi="Verdana" w:cs="Verdana"/>
          <w:smallCaps/>
          <w:color w:val="000000"/>
          <w:sz w:val="20"/>
          <w:szCs w:val="20"/>
        </w:rPr>
        <w:t>Motivazioni per cui si intende effettuare lo stage</w:t>
      </w:r>
    </w:p>
    <w:p w:rsidR="00B84493" w:rsidRDefault="00B84493" w:rsidP="00AC0571">
      <w:pPr>
        <w:autoSpaceDE w:val="0"/>
        <w:autoSpaceDN w:val="0"/>
        <w:adjustRightInd w:val="0"/>
        <w:spacing w:line="240" w:lineRule="auto"/>
        <w:contextualSpacing/>
        <w:rPr>
          <w:rFonts w:ascii="Verdana" w:hAnsi="Verdana" w:cs="Verdana"/>
          <w:color w:val="000000"/>
          <w:sz w:val="16"/>
          <w:szCs w:val="16"/>
        </w:rPr>
      </w:pPr>
      <w:r w:rsidRPr="00AC0571">
        <w:rPr>
          <w:rFonts w:ascii="Verdana" w:hAnsi="Verdana" w:cs="Verdana"/>
          <w:color w:val="000000"/>
          <w:sz w:val="16"/>
          <w:szCs w:val="16"/>
        </w:rPr>
        <w:t>(</w:t>
      </w:r>
      <w:r>
        <w:rPr>
          <w:rFonts w:ascii="Verdana" w:hAnsi="Verdana" w:cs="Verdana"/>
          <w:color w:val="000000"/>
          <w:sz w:val="16"/>
          <w:szCs w:val="16"/>
        </w:rPr>
        <w:t>motivare anche la scelta del paese)</w:t>
      </w:r>
    </w:p>
    <w:p w:rsidR="00B84493" w:rsidRDefault="00B84493" w:rsidP="00AC0571">
      <w:pPr>
        <w:autoSpaceDE w:val="0"/>
        <w:autoSpaceDN w:val="0"/>
        <w:adjustRightInd w:val="0"/>
        <w:spacing w:line="240" w:lineRule="auto"/>
        <w:contextualSpacing/>
        <w:rPr>
          <w:rFonts w:ascii="Verdana" w:hAnsi="Verdana" w:cs="Verdana"/>
          <w:color w:val="000000"/>
          <w:sz w:val="16"/>
          <w:szCs w:val="16"/>
        </w:rPr>
      </w:pPr>
    </w:p>
    <w:p w:rsidR="00B84493" w:rsidRDefault="00B84493" w:rsidP="00AC0571">
      <w:pPr>
        <w:autoSpaceDE w:val="0"/>
        <w:autoSpaceDN w:val="0"/>
        <w:adjustRightInd w:val="0"/>
        <w:spacing w:line="240" w:lineRule="auto"/>
        <w:contextualSpacing/>
        <w:rPr>
          <w:rFonts w:ascii="Verdana" w:hAnsi="Verdana" w:cs="Verdana"/>
          <w:color w:val="000000"/>
          <w:sz w:val="16"/>
          <w:szCs w:val="16"/>
        </w:rPr>
      </w:pPr>
    </w:p>
    <w:p w:rsidR="00B84493" w:rsidRDefault="00B84493" w:rsidP="00AC0571">
      <w:pPr>
        <w:autoSpaceDE w:val="0"/>
        <w:autoSpaceDN w:val="0"/>
        <w:adjustRightInd w:val="0"/>
        <w:spacing w:line="240" w:lineRule="auto"/>
        <w:contextualSpacing/>
        <w:rPr>
          <w:rFonts w:ascii="Verdana" w:hAnsi="Verdana" w:cs="Verdana"/>
          <w:color w:val="000000"/>
          <w:sz w:val="16"/>
          <w:szCs w:val="16"/>
        </w:rPr>
      </w:pPr>
    </w:p>
    <w:p w:rsidR="00B84493" w:rsidRDefault="00B84493" w:rsidP="00AC0571">
      <w:pPr>
        <w:autoSpaceDE w:val="0"/>
        <w:autoSpaceDN w:val="0"/>
        <w:adjustRightInd w:val="0"/>
        <w:spacing w:line="240" w:lineRule="auto"/>
        <w:contextualSpacing/>
        <w:rPr>
          <w:rFonts w:ascii="Verdana" w:hAnsi="Verdana" w:cs="Verdana"/>
          <w:color w:val="000000"/>
          <w:sz w:val="16"/>
          <w:szCs w:val="16"/>
        </w:rPr>
      </w:pPr>
    </w:p>
    <w:p w:rsidR="00B84493" w:rsidRDefault="00B84493" w:rsidP="00AC0571">
      <w:pPr>
        <w:autoSpaceDE w:val="0"/>
        <w:autoSpaceDN w:val="0"/>
        <w:adjustRightInd w:val="0"/>
        <w:spacing w:line="240" w:lineRule="auto"/>
        <w:contextualSpacing/>
        <w:rPr>
          <w:rFonts w:ascii="Verdana" w:hAnsi="Verdana" w:cs="Verdana"/>
          <w:color w:val="000000"/>
          <w:sz w:val="16"/>
          <w:szCs w:val="16"/>
        </w:rPr>
      </w:pPr>
    </w:p>
    <w:p w:rsidR="00B84493" w:rsidRDefault="00B84493" w:rsidP="00AC0571">
      <w:pPr>
        <w:autoSpaceDE w:val="0"/>
        <w:autoSpaceDN w:val="0"/>
        <w:adjustRightInd w:val="0"/>
        <w:spacing w:line="240" w:lineRule="auto"/>
        <w:contextualSpacing/>
        <w:rPr>
          <w:rFonts w:ascii="Verdana" w:hAnsi="Verdana" w:cs="Verdana"/>
          <w:color w:val="000000"/>
          <w:sz w:val="16"/>
          <w:szCs w:val="16"/>
        </w:rPr>
      </w:pPr>
    </w:p>
    <w:p w:rsidR="00B84493" w:rsidRDefault="00B84493" w:rsidP="00AC0571">
      <w:pPr>
        <w:autoSpaceDE w:val="0"/>
        <w:autoSpaceDN w:val="0"/>
        <w:adjustRightInd w:val="0"/>
        <w:spacing w:line="240" w:lineRule="auto"/>
        <w:contextualSpacing/>
        <w:rPr>
          <w:rFonts w:ascii="Verdana" w:hAnsi="Verdana" w:cs="Verdana"/>
          <w:color w:val="000000"/>
          <w:sz w:val="16"/>
          <w:szCs w:val="16"/>
        </w:rPr>
      </w:pPr>
    </w:p>
    <w:p w:rsidR="00B84493" w:rsidRDefault="00B84493" w:rsidP="00AC0571">
      <w:pPr>
        <w:autoSpaceDE w:val="0"/>
        <w:autoSpaceDN w:val="0"/>
        <w:adjustRightInd w:val="0"/>
        <w:spacing w:line="240" w:lineRule="auto"/>
        <w:contextualSpacing/>
        <w:rPr>
          <w:rFonts w:ascii="Verdana" w:hAnsi="Verdana" w:cs="Verdana"/>
          <w:color w:val="000000"/>
          <w:sz w:val="16"/>
          <w:szCs w:val="16"/>
        </w:rPr>
      </w:pPr>
    </w:p>
    <w:p w:rsidR="00B84493" w:rsidRDefault="00B84493" w:rsidP="00AC0571">
      <w:pPr>
        <w:autoSpaceDE w:val="0"/>
        <w:autoSpaceDN w:val="0"/>
        <w:adjustRightInd w:val="0"/>
        <w:spacing w:line="240" w:lineRule="auto"/>
        <w:contextualSpacing/>
        <w:rPr>
          <w:rFonts w:ascii="Verdana" w:hAnsi="Verdana" w:cs="Verdana"/>
          <w:color w:val="000000"/>
          <w:sz w:val="16"/>
          <w:szCs w:val="16"/>
        </w:rPr>
      </w:pPr>
    </w:p>
    <w:p w:rsidR="00B84493" w:rsidRDefault="00B84493" w:rsidP="00AC0571">
      <w:pPr>
        <w:autoSpaceDE w:val="0"/>
        <w:autoSpaceDN w:val="0"/>
        <w:adjustRightInd w:val="0"/>
        <w:spacing w:line="240" w:lineRule="auto"/>
        <w:contextualSpacing/>
        <w:rPr>
          <w:rFonts w:ascii="Verdana" w:hAnsi="Verdana" w:cs="Verdana"/>
          <w:color w:val="000000"/>
          <w:sz w:val="16"/>
          <w:szCs w:val="16"/>
        </w:rPr>
      </w:pPr>
    </w:p>
    <w:p w:rsidR="00B84493" w:rsidRDefault="00B84493" w:rsidP="00AC0571">
      <w:pPr>
        <w:autoSpaceDE w:val="0"/>
        <w:autoSpaceDN w:val="0"/>
        <w:adjustRightInd w:val="0"/>
        <w:spacing w:line="240" w:lineRule="auto"/>
        <w:contextualSpacing/>
        <w:rPr>
          <w:rFonts w:ascii="Verdana" w:hAnsi="Verdana" w:cs="Verdana"/>
          <w:color w:val="000000"/>
          <w:sz w:val="16"/>
          <w:szCs w:val="16"/>
        </w:rPr>
      </w:pPr>
    </w:p>
    <w:p w:rsidR="00B84493" w:rsidRDefault="00B84493" w:rsidP="00AC0571">
      <w:pPr>
        <w:autoSpaceDE w:val="0"/>
        <w:autoSpaceDN w:val="0"/>
        <w:adjustRightInd w:val="0"/>
        <w:spacing w:line="240" w:lineRule="auto"/>
        <w:contextualSpacing/>
        <w:rPr>
          <w:rFonts w:ascii="Verdana" w:hAnsi="Verdana" w:cs="Verdana"/>
          <w:color w:val="000000"/>
          <w:sz w:val="16"/>
          <w:szCs w:val="16"/>
        </w:rPr>
      </w:pPr>
    </w:p>
    <w:p w:rsidR="00B84493" w:rsidRDefault="00B84493" w:rsidP="00AC0571">
      <w:pPr>
        <w:autoSpaceDE w:val="0"/>
        <w:autoSpaceDN w:val="0"/>
        <w:adjustRightInd w:val="0"/>
        <w:spacing w:line="240" w:lineRule="auto"/>
        <w:contextualSpacing/>
        <w:rPr>
          <w:rFonts w:ascii="Verdana" w:hAnsi="Verdana" w:cs="Verdana"/>
          <w:color w:val="000000"/>
          <w:sz w:val="16"/>
          <w:szCs w:val="16"/>
        </w:rPr>
      </w:pPr>
    </w:p>
    <w:p w:rsidR="00B84493" w:rsidRPr="00AC0571" w:rsidRDefault="00B84493" w:rsidP="00AC0571">
      <w:pPr>
        <w:autoSpaceDE w:val="0"/>
        <w:autoSpaceDN w:val="0"/>
        <w:adjustRightInd w:val="0"/>
        <w:spacing w:line="240" w:lineRule="auto"/>
        <w:contextualSpacing/>
        <w:rPr>
          <w:rFonts w:ascii="Verdana" w:hAnsi="Verdana" w:cs="Verdana"/>
          <w:smallCaps/>
          <w:color w:val="000000"/>
          <w:sz w:val="20"/>
          <w:szCs w:val="20"/>
        </w:rPr>
      </w:pPr>
      <w:r>
        <w:rPr>
          <w:rFonts w:ascii="Verdana" w:hAnsi="Verdana" w:cs="Verdana"/>
          <w:smallCaps/>
          <w:color w:val="000000"/>
          <w:sz w:val="20"/>
          <w:szCs w:val="20"/>
        </w:rPr>
        <w:t>As</w:t>
      </w:r>
      <w:r w:rsidRPr="00AC0571">
        <w:rPr>
          <w:rFonts w:ascii="Verdana" w:hAnsi="Verdana" w:cs="Verdana"/>
          <w:smallCaps/>
          <w:color w:val="000000"/>
          <w:sz w:val="20"/>
          <w:szCs w:val="20"/>
        </w:rPr>
        <w:t>petti particolarmente rilevanti del proprio curriculum;</w:t>
      </w:r>
    </w:p>
    <w:p w:rsidR="00B84493" w:rsidRPr="00AC0571" w:rsidRDefault="00B84493" w:rsidP="00AC0571">
      <w:pPr>
        <w:autoSpaceDE w:val="0"/>
        <w:autoSpaceDN w:val="0"/>
        <w:adjustRightInd w:val="0"/>
        <w:spacing w:line="240" w:lineRule="auto"/>
        <w:contextualSpacing/>
        <w:rPr>
          <w:rFonts w:ascii="Verdana" w:hAnsi="Verdana" w:cs="Verdana"/>
          <w:color w:val="000000"/>
          <w:sz w:val="16"/>
          <w:szCs w:val="16"/>
        </w:rPr>
      </w:pPr>
      <w:r w:rsidRPr="00AC0571">
        <w:rPr>
          <w:rFonts w:ascii="Verdana" w:hAnsi="Verdana" w:cs="Verdana"/>
          <w:color w:val="000000"/>
          <w:sz w:val="16"/>
          <w:szCs w:val="16"/>
        </w:rPr>
        <w:t>(esami sosten</w:t>
      </w:r>
      <w:r>
        <w:rPr>
          <w:rFonts w:ascii="Verdana" w:hAnsi="Verdana" w:cs="Verdana"/>
          <w:color w:val="000000"/>
          <w:sz w:val="16"/>
          <w:szCs w:val="16"/>
        </w:rPr>
        <w:t>uti ed esperienze professionalizzanti</w:t>
      </w:r>
      <w:r w:rsidRPr="00AC0571">
        <w:rPr>
          <w:rFonts w:ascii="Verdana" w:hAnsi="Verdana" w:cs="Verdana"/>
          <w:color w:val="000000"/>
          <w:sz w:val="16"/>
          <w:szCs w:val="16"/>
        </w:rPr>
        <w:t xml:space="preserve"> particolarmente qualificanti per lo stage che si intende effettuare)</w:t>
      </w:r>
    </w:p>
    <w:p w:rsidR="00B84493" w:rsidRDefault="00B84493"/>
    <w:p w:rsidR="00B84493" w:rsidRDefault="00B84493"/>
    <w:p w:rsidR="00B84493" w:rsidRDefault="00B84493"/>
    <w:p w:rsidR="00B84493" w:rsidRDefault="00B84493"/>
    <w:p w:rsidR="00B84493" w:rsidRDefault="00B84493"/>
    <w:p w:rsidR="00B84493" w:rsidRDefault="00B84493"/>
    <w:p w:rsidR="00B84493" w:rsidRDefault="00B84493">
      <w:r>
        <w:t xml:space="preserve">Data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sectPr w:rsidR="00B84493" w:rsidSect="00B1528D">
      <w:footerReference w:type="default" r:id="rId6"/>
      <w:pgSz w:w="11906" w:h="16838"/>
      <w:pgMar w:top="1417" w:right="1134" w:bottom="1134" w:left="1134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4493" w:rsidRDefault="00B84493" w:rsidP="00803399">
      <w:pPr>
        <w:spacing w:after="0" w:line="240" w:lineRule="auto"/>
      </w:pPr>
      <w:r>
        <w:separator/>
      </w:r>
    </w:p>
  </w:endnote>
  <w:endnote w:type="continuationSeparator" w:id="0">
    <w:p w:rsidR="00B84493" w:rsidRDefault="00B84493" w:rsidP="0080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493" w:rsidRDefault="00B84493">
    <w:pPr>
      <w:pStyle w:val="Footer"/>
      <w:jc w:val="center"/>
    </w:pPr>
    <w:fldSimple w:instr=" PAGE   \* MERGEFORMAT ">
      <w:r>
        <w:rPr>
          <w:noProof/>
        </w:rPr>
        <w:t>1</w:t>
      </w:r>
    </w:fldSimple>
  </w:p>
  <w:p w:rsidR="00B84493" w:rsidRDefault="00B8449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4493" w:rsidRDefault="00B84493" w:rsidP="00803399">
      <w:pPr>
        <w:spacing w:after="0" w:line="240" w:lineRule="auto"/>
      </w:pPr>
      <w:r>
        <w:separator/>
      </w:r>
    </w:p>
  </w:footnote>
  <w:footnote w:type="continuationSeparator" w:id="0">
    <w:p w:rsidR="00B84493" w:rsidRDefault="00B84493" w:rsidP="008033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0571"/>
    <w:rsid w:val="0006322C"/>
    <w:rsid w:val="00090777"/>
    <w:rsid w:val="000B44DD"/>
    <w:rsid w:val="000C3C8F"/>
    <w:rsid w:val="000E3980"/>
    <w:rsid w:val="00103E3C"/>
    <w:rsid w:val="00174DF7"/>
    <w:rsid w:val="001C78A1"/>
    <w:rsid w:val="001D2B8B"/>
    <w:rsid w:val="001F7AB7"/>
    <w:rsid w:val="002149FF"/>
    <w:rsid w:val="0026465E"/>
    <w:rsid w:val="00303BB9"/>
    <w:rsid w:val="00342326"/>
    <w:rsid w:val="0036204D"/>
    <w:rsid w:val="003A6DBA"/>
    <w:rsid w:val="003E49BA"/>
    <w:rsid w:val="00436C21"/>
    <w:rsid w:val="00441415"/>
    <w:rsid w:val="0046690E"/>
    <w:rsid w:val="00482F7C"/>
    <w:rsid w:val="004B3680"/>
    <w:rsid w:val="00511DA6"/>
    <w:rsid w:val="0058482A"/>
    <w:rsid w:val="0059366A"/>
    <w:rsid w:val="00652CCE"/>
    <w:rsid w:val="006573E5"/>
    <w:rsid w:val="006F3690"/>
    <w:rsid w:val="007C152E"/>
    <w:rsid w:val="007C2B6E"/>
    <w:rsid w:val="007C2EA8"/>
    <w:rsid w:val="007F1F24"/>
    <w:rsid w:val="00803399"/>
    <w:rsid w:val="008B041F"/>
    <w:rsid w:val="008B7C9A"/>
    <w:rsid w:val="008C3FFC"/>
    <w:rsid w:val="0093225C"/>
    <w:rsid w:val="00997D40"/>
    <w:rsid w:val="009E703F"/>
    <w:rsid w:val="00A94DBD"/>
    <w:rsid w:val="00AC0571"/>
    <w:rsid w:val="00AC6919"/>
    <w:rsid w:val="00AE1117"/>
    <w:rsid w:val="00AF2D79"/>
    <w:rsid w:val="00B1528D"/>
    <w:rsid w:val="00B84493"/>
    <w:rsid w:val="00C8521D"/>
    <w:rsid w:val="00CB2329"/>
    <w:rsid w:val="00D90BBE"/>
    <w:rsid w:val="00E14D72"/>
    <w:rsid w:val="00E25A02"/>
    <w:rsid w:val="00E35748"/>
    <w:rsid w:val="00E404E8"/>
    <w:rsid w:val="00E533C2"/>
    <w:rsid w:val="00E87229"/>
    <w:rsid w:val="00F1709A"/>
    <w:rsid w:val="00F41B3E"/>
    <w:rsid w:val="00FA3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528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AC0571"/>
    <w:pPr>
      <w:spacing w:after="0" w:line="240" w:lineRule="auto"/>
      <w:jc w:val="center"/>
    </w:pPr>
    <w:rPr>
      <w:rFonts w:ascii="Times New Roman" w:hAnsi="Times New Roman"/>
      <w:sz w:val="36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AC0571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8033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0339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033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0339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199</Words>
  <Characters>1135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PROGRAMMA SETTORIALE LEONARDO DA VINCI </dc:title>
  <dc:subject/>
  <dc:creator> </dc:creator>
  <cp:keywords/>
  <dc:description/>
  <cp:lastModifiedBy>federica.ubaldi</cp:lastModifiedBy>
  <cp:revision>8</cp:revision>
  <cp:lastPrinted>2010-09-23T07:51:00Z</cp:lastPrinted>
  <dcterms:created xsi:type="dcterms:W3CDTF">2012-09-11T12:48:00Z</dcterms:created>
  <dcterms:modified xsi:type="dcterms:W3CDTF">2013-06-12T09:36:00Z</dcterms:modified>
</cp:coreProperties>
</file>